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36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31"/>
        <w:gridCol w:w="1023"/>
        <w:gridCol w:w="1232"/>
        <w:gridCol w:w="1185"/>
        <w:gridCol w:w="1202"/>
        <w:gridCol w:w="1176"/>
        <w:gridCol w:w="1188"/>
        <w:gridCol w:w="1438"/>
        <w:gridCol w:w="986"/>
        <w:gridCol w:w="1247"/>
        <w:gridCol w:w="1445"/>
      </w:tblGrid>
      <w:tr w:rsidR="007A6A54" w:rsidRPr="00103431" w:rsidTr="00C83BCC">
        <w:trPr>
          <w:trHeight w:val="968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Katastrální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území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(místní název)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Porost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</w:p>
          <w:p w:rsidR="007A6A54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Dřevina</w:t>
            </w:r>
          </w:p>
          <w:p w:rsidR="007F2D06" w:rsidRDefault="007F2D06" w:rsidP="007A6A54">
            <w:pPr>
              <w:pStyle w:val="Textdopisu"/>
              <w:jc w:val="center"/>
              <w:rPr>
                <w:b/>
                <w:sz w:val="16"/>
                <w:szCs w:val="16"/>
              </w:rPr>
            </w:pPr>
            <w:r w:rsidRPr="007F2D06">
              <w:rPr>
                <w:b/>
                <w:sz w:val="16"/>
                <w:szCs w:val="16"/>
              </w:rPr>
              <w:t>(zastoupe</w:t>
            </w:r>
            <w:r>
              <w:rPr>
                <w:b/>
                <w:sz w:val="16"/>
                <w:szCs w:val="16"/>
              </w:rPr>
              <w:t>ní)</w:t>
            </w:r>
          </w:p>
          <w:p w:rsidR="007F2D06" w:rsidRPr="007F2D06" w:rsidRDefault="007F2D06" w:rsidP="007A6A54">
            <w:pPr>
              <w:pStyle w:val="Textdopisu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%</w:t>
            </w: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Předpis   M3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dle LHP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Prům.hm.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těženého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dříví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(m3)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Druh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těžby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Výměra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por.sk.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v ha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P-VM kůň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do 100m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prům.hm.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(m3)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Přibliž.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proofErr w:type="spellStart"/>
            <w:r w:rsidRPr="00103431">
              <w:rPr>
                <w:b/>
              </w:rPr>
              <w:t>vzdál</w:t>
            </w:r>
            <w:proofErr w:type="spellEnd"/>
            <w:r w:rsidRPr="00103431">
              <w:rPr>
                <w:b/>
              </w:rPr>
              <w:t>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(traktor)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v m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Druh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přibliž.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traktorem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Termín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proveden</w:t>
            </w:r>
            <w:r>
              <w:rPr>
                <w:b/>
              </w:rPr>
              <w:t>í</w:t>
            </w:r>
          </w:p>
          <w:p w:rsidR="007A6A54" w:rsidRPr="00103431" w:rsidRDefault="007A6A54" w:rsidP="007A6A54">
            <w:pPr>
              <w:pStyle w:val="Textdopisu"/>
              <w:jc w:val="center"/>
              <w:rPr>
                <w:b/>
              </w:rPr>
            </w:pPr>
            <w:r w:rsidRPr="00103431">
              <w:rPr>
                <w:b/>
              </w:rPr>
              <w:t>(na OM)</w:t>
            </w:r>
          </w:p>
        </w:tc>
      </w:tr>
      <w:tr w:rsidR="00021F30" w:rsidRPr="00103431" w:rsidTr="00DD628B">
        <w:trPr>
          <w:trHeight w:val="492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Pr="00346A43" w:rsidRDefault="00021F30" w:rsidP="00AA32EF">
            <w:pPr>
              <w:pStyle w:val="Textdopisu"/>
              <w:jc w:val="center"/>
            </w:pPr>
            <w:r w:rsidRPr="00346A43">
              <w:t>Uherský Brod</w:t>
            </w:r>
          </w:p>
          <w:p w:rsidR="00021F30" w:rsidRDefault="005C0A6B" w:rsidP="00AA32EF">
            <w:pPr>
              <w:pStyle w:val="Textdopisu"/>
              <w:jc w:val="center"/>
            </w:pPr>
            <w:r>
              <w:rPr>
                <w:sz w:val="16"/>
                <w:szCs w:val="16"/>
              </w:rPr>
              <w:t>(1</w:t>
            </w:r>
            <w:r w:rsidR="00021F30">
              <w:rPr>
                <w:sz w:val="16"/>
                <w:szCs w:val="16"/>
              </w:rPr>
              <w:t>.Králov)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Pr="0006030D" w:rsidRDefault="005C0A6B" w:rsidP="00AA32EF">
            <w:pPr>
              <w:pStyle w:val="Textdopisu"/>
              <w:jc w:val="center"/>
            </w:pPr>
            <w:r>
              <w:t>6C15</w:t>
            </w:r>
            <w:r w:rsidR="00F35CD4">
              <w:t>/</w:t>
            </w:r>
            <w:r>
              <w:t>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021F30" w:rsidRDefault="007B2AA8" w:rsidP="00AA32EF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</w:t>
            </w:r>
            <w:r w:rsidR="00F35CD4">
              <w:rPr>
                <w:sz w:val="16"/>
                <w:szCs w:val="16"/>
              </w:rPr>
              <w:t>-80</w:t>
            </w:r>
            <w:r w:rsidR="00021F30">
              <w:rPr>
                <w:sz w:val="16"/>
                <w:szCs w:val="16"/>
              </w:rPr>
              <w:t>%</w:t>
            </w:r>
          </w:p>
          <w:p w:rsidR="00F35CD4" w:rsidRDefault="00F35CD4" w:rsidP="00AA32EF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HB-10%</w:t>
            </w:r>
          </w:p>
          <w:p w:rsidR="00F35CD4" w:rsidRDefault="00F35CD4" w:rsidP="00AA32EF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LP-5%</w:t>
            </w:r>
          </w:p>
          <w:p w:rsidR="00F35CD4" w:rsidRDefault="00F35CD4" w:rsidP="00AA32EF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KL-5%</w:t>
            </w:r>
          </w:p>
          <w:p w:rsidR="00F35CD4" w:rsidRPr="00614628" w:rsidRDefault="00F35CD4" w:rsidP="00AA32EF">
            <w:pPr>
              <w:pStyle w:val="Textdopisu"/>
              <w:jc w:val="left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Default="008120E6" w:rsidP="00F35CD4">
            <w:pPr>
              <w:pStyle w:val="Textdopisu"/>
              <w:jc w:val="center"/>
            </w:pPr>
            <w:r>
              <w:t>70</w:t>
            </w:r>
            <w:r w:rsidR="009422CE">
              <w:t>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021F30" w:rsidRDefault="00DC7CBC" w:rsidP="00021F3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JS</w:t>
            </w:r>
            <w:r w:rsidR="00021F30">
              <w:rPr>
                <w:sz w:val="16"/>
                <w:szCs w:val="16"/>
              </w:rPr>
              <w:t>- 0,</w:t>
            </w:r>
            <w:r w:rsidR="007F4540">
              <w:rPr>
                <w:sz w:val="16"/>
                <w:szCs w:val="16"/>
              </w:rPr>
              <w:t>78</w:t>
            </w:r>
          </w:p>
          <w:p w:rsidR="00F35CD4" w:rsidRDefault="007F4540" w:rsidP="00021F3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HB-0,38</w:t>
            </w:r>
          </w:p>
          <w:p w:rsidR="00F35CD4" w:rsidRDefault="007F4540" w:rsidP="00021F3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LP-0,77</w:t>
            </w:r>
            <w:r w:rsidR="00F35CD4">
              <w:rPr>
                <w:sz w:val="16"/>
                <w:szCs w:val="16"/>
              </w:rPr>
              <w:t xml:space="preserve"> </w:t>
            </w:r>
          </w:p>
          <w:p w:rsidR="00F35CD4" w:rsidRPr="00642007" w:rsidRDefault="007F4540" w:rsidP="00021F3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KL-1</w:t>
            </w:r>
            <w:r w:rsidR="00F35CD4">
              <w:rPr>
                <w:sz w:val="16"/>
                <w:szCs w:val="16"/>
              </w:rPr>
              <w:t>,</w:t>
            </w:r>
            <w:r>
              <w:rPr>
                <w:sz w:val="16"/>
                <w:szCs w:val="16"/>
              </w:rPr>
              <w:t>08</w:t>
            </w: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Default="00F35CD4" w:rsidP="00AA32EF">
            <w:pPr>
              <w:pStyle w:val="Textdopisu"/>
              <w:jc w:val="center"/>
            </w:pPr>
            <w:r>
              <w:t>M</w:t>
            </w:r>
            <w:r w:rsidR="007F4540">
              <w:t>Ú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Default="00021F30" w:rsidP="00AA32EF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Default="00981F5E" w:rsidP="00021F30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Default="007F4540" w:rsidP="00AA32EF">
            <w:pPr>
              <w:pStyle w:val="Textdopisu"/>
              <w:jc w:val="center"/>
            </w:pPr>
            <w:r>
              <w:t>2</w:t>
            </w:r>
            <w:r w:rsidR="00F35CD4">
              <w:t>00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Pr="0014709D" w:rsidRDefault="00981F5E" w:rsidP="00AA32EF">
            <w:pPr>
              <w:pStyle w:val="Textdopisu"/>
              <w:jc w:val="center"/>
            </w:pPr>
            <w:r>
              <w:t xml:space="preserve"> P </w:t>
            </w:r>
            <w:r w:rsidR="00021F30">
              <w:t>-</w:t>
            </w:r>
            <w:r>
              <w:t xml:space="preserve"> </w:t>
            </w:r>
            <w:r w:rsidR="00021F30">
              <w:t>OM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1F30" w:rsidRDefault="00021F30" w:rsidP="00AA32EF">
            <w:pPr>
              <w:pStyle w:val="Textdopisu"/>
              <w:jc w:val="center"/>
            </w:pPr>
          </w:p>
          <w:p w:rsidR="00021F30" w:rsidRDefault="00021F30" w:rsidP="00AA32EF">
            <w:pPr>
              <w:pStyle w:val="Textdopisu"/>
              <w:jc w:val="center"/>
            </w:pPr>
            <w:r>
              <w:t>Dle domluvy</w:t>
            </w:r>
          </w:p>
        </w:tc>
      </w:tr>
      <w:tr w:rsidR="0035580B" w:rsidRPr="00103431" w:rsidTr="00DD628B">
        <w:trPr>
          <w:trHeight w:val="476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7287" w:rsidRPr="00346A43" w:rsidRDefault="007B7287" w:rsidP="007B7287">
            <w:pPr>
              <w:pStyle w:val="Textdopisu"/>
              <w:jc w:val="center"/>
            </w:pPr>
            <w:r w:rsidRPr="00346A43">
              <w:t>Uherský Brod</w:t>
            </w:r>
          </w:p>
          <w:p w:rsidR="005520E5" w:rsidRPr="00E073C5" w:rsidRDefault="008120E6" w:rsidP="0024283E">
            <w:pPr>
              <w:pStyle w:val="Textdopisu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(Maršov</w:t>
            </w:r>
            <w:r w:rsidR="007B7287">
              <w:rPr>
                <w:sz w:val="16"/>
                <w:szCs w:val="16"/>
              </w:rPr>
              <w:t>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8120E6" w:rsidP="005C0A6B">
            <w:pPr>
              <w:pStyle w:val="Textdopisu"/>
              <w:jc w:val="center"/>
            </w:pPr>
            <w:r>
              <w:t>1A14/9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7B7287" w:rsidRDefault="008120E6" w:rsidP="0024283E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DBZ - 6</w:t>
            </w:r>
            <w:r w:rsidR="00F35CD4">
              <w:rPr>
                <w:sz w:val="16"/>
                <w:szCs w:val="16"/>
              </w:rPr>
              <w:t>0</w:t>
            </w:r>
            <w:r w:rsidR="007B7287">
              <w:rPr>
                <w:sz w:val="16"/>
                <w:szCs w:val="16"/>
              </w:rPr>
              <w:t>%</w:t>
            </w:r>
          </w:p>
          <w:p w:rsidR="00F35CD4" w:rsidRDefault="005C0A6B" w:rsidP="0024283E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</w:t>
            </w:r>
            <w:r w:rsidR="008120E6">
              <w:rPr>
                <w:sz w:val="16"/>
                <w:szCs w:val="16"/>
              </w:rPr>
              <w:t>D -33</w:t>
            </w:r>
            <w:r w:rsidR="00F35CD4">
              <w:rPr>
                <w:sz w:val="16"/>
                <w:szCs w:val="16"/>
              </w:rPr>
              <w:t>%</w:t>
            </w:r>
          </w:p>
          <w:p w:rsidR="00F35CD4" w:rsidRDefault="008120E6" w:rsidP="0024283E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</w:t>
            </w:r>
            <w:r w:rsidR="005C0A6B">
              <w:rPr>
                <w:sz w:val="16"/>
                <w:szCs w:val="16"/>
              </w:rPr>
              <w:t xml:space="preserve"> </w:t>
            </w:r>
            <w:r w:rsidR="00F35CD4">
              <w:rPr>
                <w:sz w:val="16"/>
                <w:szCs w:val="16"/>
              </w:rPr>
              <w:t>-</w:t>
            </w:r>
            <w:r>
              <w:rPr>
                <w:sz w:val="16"/>
                <w:szCs w:val="16"/>
              </w:rPr>
              <w:t xml:space="preserve"> 5</w:t>
            </w:r>
            <w:r w:rsidR="00F35CD4">
              <w:rPr>
                <w:sz w:val="16"/>
                <w:szCs w:val="16"/>
              </w:rPr>
              <w:t xml:space="preserve">% </w:t>
            </w:r>
          </w:p>
          <w:p w:rsidR="00F35CD4" w:rsidRDefault="008120E6" w:rsidP="0024283E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BK -2</w:t>
            </w:r>
            <w:r w:rsidR="00F35CD4">
              <w:rPr>
                <w:sz w:val="16"/>
                <w:szCs w:val="16"/>
              </w:rPr>
              <w:t>%</w:t>
            </w:r>
          </w:p>
          <w:p w:rsidR="005C0A6B" w:rsidRPr="00C66F60" w:rsidRDefault="005C0A6B" w:rsidP="0024283E">
            <w:pPr>
              <w:pStyle w:val="Textdopisu"/>
              <w:jc w:val="left"/>
              <w:rPr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8120E6" w:rsidP="00F35CD4">
            <w:pPr>
              <w:pStyle w:val="Textdopisu"/>
              <w:jc w:val="center"/>
            </w:pPr>
            <w:r>
              <w:t>90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left"/>
              <w:rPr>
                <w:sz w:val="16"/>
                <w:szCs w:val="16"/>
              </w:rPr>
            </w:pPr>
          </w:p>
          <w:p w:rsidR="008120E6" w:rsidRDefault="008120E6" w:rsidP="008120E6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DBZ – 1,18</w:t>
            </w:r>
          </w:p>
          <w:p w:rsidR="008120E6" w:rsidRDefault="008120E6" w:rsidP="008120E6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MD – 1,58</w:t>
            </w:r>
          </w:p>
          <w:p w:rsidR="008120E6" w:rsidRDefault="008120E6" w:rsidP="008120E6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SM – 1,15</w:t>
            </w:r>
          </w:p>
          <w:p w:rsidR="008120E6" w:rsidRDefault="008120E6" w:rsidP="008120E6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BK – 3,22</w:t>
            </w:r>
          </w:p>
          <w:p w:rsidR="00F35CD4" w:rsidRPr="00E437FF" w:rsidRDefault="00F35CD4" w:rsidP="007F4540">
            <w:pPr>
              <w:pStyle w:val="Textdopisu"/>
              <w:jc w:val="left"/>
              <w:rPr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8120E6" w:rsidP="005C0A6B">
            <w:pPr>
              <w:pStyle w:val="Textdopisu"/>
              <w:jc w:val="center"/>
            </w:pPr>
            <w:r>
              <w:t>M</w:t>
            </w:r>
            <w:r w:rsidR="005C0A6B">
              <w:t>Ú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3618C4" w:rsidRDefault="003618C4" w:rsidP="0024283E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7B7287" w:rsidP="0024283E">
            <w:pPr>
              <w:pStyle w:val="Textdopisu"/>
              <w:jc w:val="center"/>
            </w:pP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1216D7" w:rsidRDefault="007F4540" w:rsidP="0024283E">
            <w:pPr>
              <w:pStyle w:val="Textdopisu"/>
              <w:jc w:val="center"/>
            </w:pPr>
            <w:r>
              <w:t>4</w:t>
            </w:r>
            <w:r w:rsidR="005C0A6B">
              <w:t>5</w:t>
            </w:r>
            <w:r w:rsidR="001216D7"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Pr="0014709D" w:rsidRDefault="007774CD" w:rsidP="0024283E">
            <w:pPr>
              <w:pStyle w:val="Textdopisu"/>
              <w:jc w:val="center"/>
            </w:pPr>
            <w:r>
              <w:t>P</w:t>
            </w:r>
            <w:r w:rsidR="00AD409C">
              <w:t xml:space="preserve"> </w:t>
            </w:r>
            <w:r w:rsidR="007B7287">
              <w:t>-</w:t>
            </w:r>
            <w:r w:rsidR="00AD409C">
              <w:t xml:space="preserve"> </w:t>
            </w:r>
            <w:r w:rsidR="007B7287">
              <w:t>OM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580B" w:rsidRDefault="0035580B" w:rsidP="0024283E">
            <w:pPr>
              <w:pStyle w:val="Textdopisu"/>
              <w:jc w:val="center"/>
            </w:pPr>
          </w:p>
          <w:p w:rsidR="007B7287" w:rsidRDefault="007B7287" w:rsidP="0024283E">
            <w:pPr>
              <w:pStyle w:val="Textdopisu"/>
              <w:jc w:val="center"/>
            </w:pPr>
            <w:r>
              <w:t>Dle domluvy</w:t>
            </w:r>
          </w:p>
        </w:tc>
      </w:tr>
      <w:tr w:rsidR="007774CD" w:rsidRPr="00103431" w:rsidTr="00C83BCC">
        <w:trPr>
          <w:trHeight w:val="1103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2AA8" w:rsidRDefault="007B2AA8" w:rsidP="007B2AA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Uherský Brod</w:t>
            </w:r>
          </w:p>
          <w:p w:rsidR="007B2AA8" w:rsidRPr="007B2AA8" w:rsidRDefault="008120E6" w:rsidP="007B2AA8">
            <w:pPr>
              <w:jc w:val="center"/>
              <w:rPr>
                <w:szCs w:val="20"/>
              </w:rPr>
            </w:pPr>
            <w:r>
              <w:rPr>
                <w:szCs w:val="20"/>
              </w:rPr>
              <w:t>(Chrástka</w:t>
            </w:r>
            <w:r w:rsidR="007B2AA8">
              <w:rPr>
                <w:szCs w:val="20"/>
              </w:rPr>
              <w:t>)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8120E6" w:rsidP="007F4540">
            <w:pPr>
              <w:pStyle w:val="Textdopisu"/>
              <w:jc w:val="center"/>
            </w:pPr>
            <w:r>
              <w:t>2B4</w:t>
            </w: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left"/>
              <w:rPr>
                <w:b/>
                <w:sz w:val="16"/>
                <w:szCs w:val="16"/>
              </w:rPr>
            </w:pPr>
          </w:p>
          <w:p w:rsidR="007774CD" w:rsidRDefault="008120E6" w:rsidP="006B1EBA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 – 10</w:t>
            </w:r>
            <w:r w:rsidR="007B2AA8">
              <w:rPr>
                <w:sz w:val="16"/>
                <w:szCs w:val="16"/>
              </w:rPr>
              <w:t>0</w:t>
            </w:r>
            <w:r w:rsidR="00981F5E">
              <w:rPr>
                <w:sz w:val="16"/>
                <w:szCs w:val="16"/>
              </w:rPr>
              <w:t>%</w:t>
            </w:r>
          </w:p>
          <w:p w:rsidR="007F4540" w:rsidRPr="00614628" w:rsidRDefault="007F4540" w:rsidP="007B2AA8">
            <w:pPr>
              <w:pStyle w:val="Textdopisu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8120E6" w:rsidP="00981F5E">
            <w:pPr>
              <w:pStyle w:val="Textdopisu"/>
              <w:jc w:val="center"/>
            </w:pPr>
            <w:r>
              <w:t>64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left"/>
              <w:rPr>
                <w:b/>
                <w:sz w:val="16"/>
                <w:szCs w:val="16"/>
              </w:rPr>
            </w:pPr>
          </w:p>
          <w:p w:rsidR="007F4540" w:rsidRDefault="008120E6" w:rsidP="007F4540">
            <w:pPr>
              <w:pStyle w:val="Textdopisu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BO – 0,15</w:t>
            </w:r>
          </w:p>
          <w:p w:rsidR="007774CD" w:rsidRPr="00E437FF" w:rsidRDefault="007774CD" w:rsidP="007F4540">
            <w:pPr>
              <w:pStyle w:val="Textdopisu"/>
              <w:jc w:val="left"/>
              <w:rPr>
                <w:b/>
                <w:sz w:val="16"/>
                <w:szCs w:val="16"/>
              </w:rPr>
            </w:pPr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981F5E" w:rsidP="006B1EBA">
            <w:pPr>
              <w:pStyle w:val="Textdopisu"/>
              <w:jc w:val="center"/>
            </w:pPr>
            <w:r>
              <w:t>P</w:t>
            </w:r>
            <w:r w:rsidR="007F4540">
              <w:t>Ú</w:t>
            </w:r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-</w:t>
            </w:r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Pr="0072660E" w:rsidRDefault="000B0B26" w:rsidP="006B1EBA">
            <w:pPr>
              <w:pStyle w:val="Textdopisu"/>
              <w:jc w:val="center"/>
            </w:pPr>
            <w:r>
              <w:t>0,1</w:t>
            </w:r>
            <w:r w:rsidR="008120E6">
              <w:t>5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8120E6" w:rsidP="006B1EBA">
            <w:pPr>
              <w:pStyle w:val="Textdopisu"/>
              <w:jc w:val="center"/>
            </w:pPr>
            <w:r>
              <w:t>15</w:t>
            </w:r>
            <w:r w:rsidR="007774CD">
              <w:t>0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Pr="001369E3" w:rsidRDefault="007F4540" w:rsidP="006B1EBA">
            <w:pPr>
              <w:pStyle w:val="Textdopisu"/>
              <w:jc w:val="center"/>
            </w:pPr>
            <w:r>
              <w:t>VM</w:t>
            </w:r>
            <w:r w:rsidR="007774CD">
              <w:t xml:space="preserve"> - OM</w:t>
            </w:r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774CD" w:rsidRDefault="007774CD" w:rsidP="006B1EBA">
            <w:pPr>
              <w:pStyle w:val="Textdopisu"/>
              <w:jc w:val="center"/>
            </w:pPr>
          </w:p>
          <w:p w:rsidR="007774CD" w:rsidRDefault="007774CD" w:rsidP="006B1EBA">
            <w:pPr>
              <w:pStyle w:val="Textdopisu"/>
              <w:jc w:val="center"/>
            </w:pPr>
            <w:r>
              <w:t>Dle domluvy</w:t>
            </w:r>
          </w:p>
        </w:tc>
      </w:tr>
      <w:tr w:rsidR="00DD628B" w:rsidTr="00C83BCC">
        <w:trPr>
          <w:trHeight w:val="454"/>
        </w:trPr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D628B" w:rsidRPr="00EE175A" w:rsidRDefault="00342866" w:rsidP="00F41DD8">
            <w:pPr>
              <w:pStyle w:val="Textdopisu"/>
              <w:jc w:val="center"/>
              <w:rPr>
                <w:b/>
              </w:rPr>
            </w:pPr>
            <w:r w:rsidRPr="00EE175A">
              <w:rPr>
                <w:b/>
              </w:rPr>
              <w:t>Celkem:</w:t>
            </w:r>
          </w:p>
        </w:tc>
        <w:tc>
          <w:tcPr>
            <w:tcW w:w="10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D628B" w:rsidRPr="00815F61" w:rsidRDefault="00DD628B" w:rsidP="00815F61">
            <w:pPr>
              <w:pStyle w:val="Textdopisu"/>
              <w:jc w:val="center"/>
              <w:rPr>
                <w:b/>
              </w:rPr>
            </w:pPr>
          </w:p>
        </w:tc>
        <w:tc>
          <w:tcPr>
            <w:tcW w:w="12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D628B" w:rsidRPr="00815F61" w:rsidRDefault="008120E6" w:rsidP="00815F61">
            <w:pPr>
              <w:pStyle w:val="Textdopisu"/>
              <w:jc w:val="center"/>
              <w:rPr>
                <w:b/>
              </w:rPr>
            </w:pPr>
            <w:r>
              <w:rPr>
                <w:b/>
              </w:rPr>
              <w:t>1064</w:t>
            </w:r>
          </w:p>
        </w:tc>
        <w:tc>
          <w:tcPr>
            <w:tcW w:w="12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  <w:tc>
          <w:tcPr>
            <w:tcW w:w="11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D628B" w:rsidRPr="00815F61" w:rsidRDefault="00DC7CBC" w:rsidP="00815F61">
            <w:pPr>
              <w:pStyle w:val="Textdopisu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xxx</w:t>
            </w:r>
            <w:proofErr w:type="spellEnd"/>
          </w:p>
        </w:tc>
        <w:tc>
          <w:tcPr>
            <w:tcW w:w="14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  <w:tc>
          <w:tcPr>
            <w:tcW w:w="14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DBDB" w:themeFill="accent2" w:themeFillTint="33"/>
          </w:tcPr>
          <w:p w:rsidR="00DD628B" w:rsidRPr="00815F61" w:rsidRDefault="00815F61" w:rsidP="00815F61">
            <w:pPr>
              <w:pStyle w:val="Textdopisu"/>
              <w:jc w:val="center"/>
              <w:rPr>
                <w:b/>
              </w:rPr>
            </w:pPr>
            <w:proofErr w:type="spellStart"/>
            <w:r w:rsidRPr="00815F61">
              <w:rPr>
                <w:b/>
              </w:rPr>
              <w:t>xxx</w:t>
            </w:r>
            <w:proofErr w:type="spellEnd"/>
          </w:p>
        </w:tc>
      </w:tr>
    </w:tbl>
    <w:p w:rsidR="001A2206" w:rsidRDefault="008516C9" w:rsidP="008516C9">
      <w:pPr>
        <w:tabs>
          <w:tab w:val="left" w:pos="13356"/>
        </w:tabs>
        <w:rPr>
          <w:color w:val="00B050"/>
          <w:sz w:val="16"/>
          <w:szCs w:val="16"/>
        </w:rPr>
      </w:pPr>
      <w:r>
        <w:rPr>
          <w:color w:val="00B050"/>
          <w:sz w:val="16"/>
          <w:szCs w:val="16"/>
        </w:rPr>
        <w:tab/>
      </w:r>
    </w:p>
    <w:p w:rsidR="008516C9" w:rsidRDefault="008516C9" w:rsidP="008516C9">
      <w:pPr>
        <w:tabs>
          <w:tab w:val="left" w:pos="13356"/>
        </w:tabs>
        <w:rPr>
          <w:color w:val="00B050"/>
          <w:sz w:val="16"/>
          <w:szCs w:val="16"/>
        </w:rPr>
      </w:pPr>
    </w:p>
    <w:p w:rsidR="001E2078" w:rsidRDefault="001A2206" w:rsidP="001A2206">
      <w:pPr>
        <w:pStyle w:val="Textdopisu"/>
      </w:pPr>
      <w:r>
        <w:t>Pozn.: Změny v termínech možné dle dohody se správcem městských lesů (poč</w:t>
      </w:r>
      <w:r w:rsidR="008A72BE">
        <w:t>a</w:t>
      </w:r>
      <w:bookmarkStart w:id="0" w:name="_GoBack"/>
      <w:bookmarkEnd w:id="0"/>
      <w:r>
        <w:t xml:space="preserve">sí, poruchy prostředků….)     </w:t>
      </w:r>
    </w:p>
    <w:sectPr w:rsidR="001E2078" w:rsidSect="003B5191">
      <w:headerReference w:type="default" r:id="rId6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B3BFA" w:rsidRDefault="007B3BFA" w:rsidP="00381672">
      <w:r>
        <w:separator/>
      </w:r>
    </w:p>
  </w:endnote>
  <w:endnote w:type="continuationSeparator" w:id="0">
    <w:p w:rsidR="007B3BFA" w:rsidRDefault="007B3BFA" w:rsidP="003816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B3BFA" w:rsidRDefault="007B3BFA" w:rsidP="00381672">
      <w:r>
        <w:separator/>
      </w:r>
    </w:p>
  </w:footnote>
  <w:footnote w:type="continuationSeparator" w:id="0">
    <w:p w:rsidR="007B3BFA" w:rsidRDefault="007B3BFA" w:rsidP="0038167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B5191" w:rsidRDefault="005C0A6B" w:rsidP="00B854A9">
    <w:pPr>
      <w:pStyle w:val="Zhlav"/>
      <w:tabs>
        <w:tab w:val="clear" w:pos="9072"/>
        <w:tab w:val="left" w:pos="2580"/>
        <w:tab w:val="left" w:pos="2985"/>
        <w:tab w:val="left" w:pos="7980"/>
      </w:tabs>
      <w:spacing w:after="120" w:line="276" w:lineRule="auto"/>
      <w:ind w:left="2580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>
          <wp:extent cx="2400300" cy="552450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B854A9">
      <w:rPr>
        <w:b/>
        <w:bCs/>
        <w:color w:val="00B050"/>
        <w:sz w:val="28"/>
        <w:szCs w:val="28"/>
      </w:rPr>
      <w:tab/>
    </w:r>
  </w:p>
  <w:p w:rsidR="003B5191" w:rsidRPr="00C83BCC" w:rsidRDefault="00A56C5E" w:rsidP="00A56C5E">
    <w:pPr>
      <w:pStyle w:val="Zhlav"/>
      <w:tabs>
        <w:tab w:val="left" w:pos="2580"/>
        <w:tab w:val="left" w:pos="2985"/>
      </w:tabs>
      <w:spacing w:after="120" w:line="276" w:lineRule="auto"/>
      <w:ind w:left="2580"/>
      <w:rPr>
        <w:b/>
        <w:bCs/>
        <w:sz w:val="28"/>
        <w:szCs w:val="28"/>
      </w:rPr>
    </w:pPr>
    <w:r w:rsidRPr="00C83BCC">
      <w:rPr>
        <w:b/>
        <w:bCs/>
        <w:sz w:val="28"/>
        <w:szCs w:val="28"/>
      </w:rPr>
      <w:t xml:space="preserve">                                      </w:t>
    </w:r>
    <w:r w:rsidR="003B5191" w:rsidRPr="00C83BCC">
      <w:rPr>
        <w:b/>
        <w:bCs/>
        <w:sz w:val="28"/>
        <w:szCs w:val="28"/>
      </w:rPr>
      <w:t xml:space="preserve">Projektová dokumentace </w:t>
    </w:r>
    <w:r w:rsidRPr="00C83BCC">
      <w:rPr>
        <w:b/>
        <w:bCs/>
        <w:sz w:val="28"/>
        <w:szCs w:val="28"/>
      </w:rPr>
      <w:t xml:space="preserve">                                             </w:t>
    </w:r>
    <w:r w:rsidRPr="00C83BCC">
      <w:rPr>
        <w:b/>
        <w:bCs/>
        <w:szCs w:val="20"/>
      </w:rPr>
      <w:t>P</w:t>
    </w:r>
    <w:r w:rsidR="00F36BCA" w:rsidRPr="00C83BCC">
      <w:rPr>
        <w:b/>
        <w:bCs/>
        <w:szCs w:val="20"/>
      </w:rPr>
      <w:t>říloha č. 1</w:t>
    </w:r>
    <w:r w:rsidR="00B854A9" w:rsidRPr="00C83BCC">
      <w:rPr>
        <w:b/>
        <w:bCs/>
        <w:szCs w:val="20"/>
      </w:rPr>
      <w:t xml:space="preserve"> smlouvy</w:t>
    </w:r>
  </w:p>
  <w:p w:rsidR="00021F30" w:rsidRPr="00C83BCC" w:rsidRDefault="003B5191" w:rsidP="00021F30">
    <w:pPr>
      <w:pStyle w:val="Zhlav"/>
      <w:tabs>
        <w:tab w:val="left" w:pos="2580"/>
        <w:tab w:val="left" w:pos="2985"/>
      </w:tabs>
      <w:spacing w:after="120" w:line="276" w:lineRule="auto"/>
      <w:jc w:val="center"/>
      <w:rPr>
        <w:b/>
        <w:caps/>
        <w:sz w:val="24"/>
      </w:rPr>
    </w:pPr>
    <w:r w:rsidRPr="00C83BCC">
      <w:rPr>
        <w:b/>
        <w:caps/>
        <w:sz w:val="24"/>
      </w:rPr>
      <w:t>těžební činnost v městských lesích města uherský brod v roce 20</w:t>
    </w:r>
    <w:r w:rsidR="004C6DB3" w:rsidRPr="00C83BCC">
      <w:rPr>
        <w:b/>
        <w:caps/>
        <w:sz w:val="24"/>
      </w:rPr>
      <w:t>2</w:t>
    </w:r>
    <w:r w:rsidR="008120E6">
      <w:rPr>
        <w:b/>
        <w:caps/>
        <w:sz w:val="24"/>
      </w:rPr>
      <w:t>5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1C7B"/>
    <w:rsid w:val="00011561"/>
    <w:rsid w:val="00012B16"/>
    <w:rsid w:val="000148D4"/>
    <w:rsid w:val="0001555F"/>
    <w:rsid w:val="00021F30"/>
    <w:rsid w:val="00022423"/>
    <w:rsid w:val="0004355E"/>
    <w:rsid w:val="00043686"/>
    <w:rsid w:val="00057EE0"/>
    <w:rsid w:val="0006030D"/>
    <w:rsid w:val="00071C17"/>
    <w:rsid w:val="00077BFF"/>
    <w:rsid w:val="000829FB"/>
    <w:rsid w:val="000869EF"/>
    <w:rsid w:val="0009225B"/>
    <w:rsid w:val="00092B39"/>
    <w:rsid w:val="000943F7"/>
    <w:rsid w:val="000A07BA"/>
    <w:rsid w:val="000A4A76"/>
    <w:rsid w:val="000A5367"/>
    <w:rsid w:val="000B0B26"/>
    <w:rsid w:val="000C7A32"/>
    <w:rsid w:val="000E1578"/>
    <w:rsid w:val="000E2640"/>
    <w:rsid w:val="000F314C"/>
    <w:rsid w:val="001036D0"/>
    <w:rsid w:val="001072FD"/>
    <w:rsid w:val="001216D7"/>
    <w:rsid w:val="001369E3"/>
    <w:rsid w:val="0014709D"/>
    <w:rsid w:val="001476A4"/>
    <w:rsid w:val="00147D65"/>
    <w:rsid w:val="00156507"/>
    <w:rsid w:val="00176D89"/>
    <w:rsid w:val="001805C5"/>
    <w:rsid w:val="00190458"/>
    <w:rsid w:val="001948BE"/>
    <w:rsid w:val="001A05AD"/>
    <w:rsid w:val="001A2206"/>
    <w:rsid w:val="001B3B18"/>
    <w:rsid w:val="001B3EDB"/>
    <w:rsid w:val="001B7C0C"/>
    <w:rsid w:val="001C5EFE"/>
    <w:rsid w:val="001D6674"/>
    <w:rsid w:val="001E2078"/>
    <w:rsid w:val="002066AA"/>
    <w:rsid w:val="00207076"/>
    <w:rsid w:val="002073DA"/>
    <w:rsid w:val="00210FDE"/>
    <w:rsid w:val="00211C6C"/>
    <w:rsid w:val="002137C2"/>
    <w:rsid w:val="00223751"/>
    <w:rsid w:val="00227B96"/>
    <w:rsid w:val="00235FBF"/>
    <w:rsid w:val="00241A8B"/>
    <w:rsid w:val="00245067"/>
    <w:rsid w:val="0025092A"/>
    <w:rsid w:val="00253042"/>
    <w:rsid w:val="00253738"/>
    <w:rsid w:val="00260893"/>
    <w:rsid w:val="002678B8"/>
    <w:rsid w:val="00275159"/>
    <w:rsid w:val="00292B99"/>
    <w:rsid w:val="00296AF9"/>
    <w:rsid w:val="002A3E55"/>
    <w:rsid w:val="002A5888"/>
    <w:rsid w:val="002A7052"/>
    <w:rsid w:val="002E3629"/>
    <w:rsid w:val="002E398F"/>
    <w:rsid w:val="002E7E62"/>
    <w:rsid w:val="002F30A0"/>
    <w:rsid w:val="002F4724"/>
    <w:rsid w:val="002F6D90"/>
    <w:rsid w:val="00302FAD"/>
    <w:rsid w:val="003223BD"/>
    <w:rsid w:val="00325B40"/>
    <w:rsid w:val="003303E8"/>
    <w:rsid w:val="00330C32"/>
    <w:rsid w:val="00332F6B"/>
    <w:rsid w:val="00342866"/>
    <w:rsid w:val="00346A43"/>
    <w:rsid w:val="00350B7B"/>
    <w:rsid w:val="00351995"/>
    <w:rsid w:val="0035580B"/>
    <w:rsid w:val="003618C4"/>
    <w:rsid w:val="003731C8"/>
    <w:rsid w:val="00381672"/>
    <w:rsid w:val="003856B1"/>
    <w:rsid w:val="003867BA"/>
    <w:rsid w:val="00386C06"/>
    <w:rsid w:val="00387868"/>
    <w:rsid w:val="003912DC"/>
    <w:rsid w:val="003915EA"/>
    <w:rsid w:val="0039406B"/>
    <w:rsid w:val="003A0D72"/>
    <w:rsid w:val="003B5191"/>
    <w:rsid w:val="003B532F"/>
    <w:rsid w:val="003C030F"/>
    <w:rsid w:val="003C5207"/>
    <w:rsid w:val="003D5580"/>
    <w:rsid w:val="003E2007"/>
    <w:rsid w:val="003F4327"/>
    <w:rsid w:val="003F4936"/>
    <w:rsid w:val="003F742B"/>
    <w:rsid w:val="00401E04"/>
    <w:rsid w:val="00403904"/>
    <w:rsid w:val="00411957"/>
    <w:rsid w:val="00415452"/>
    <w:rsid w:val="0041557A"/>
    <w:rsid w:val="00433219"/>
    <w:rsid w:val="00457563"/>
    <w:rsid w:val="00461920"/>
    <w:rsid w:val="0047333C"/>
    <w:rsid w:val="004733FE"/>
    <w:rsid w:val="00473CE8"/>
    <w:rsid w:val="00477D37"/>
    <w:rsid w:val="004819D7"/>
    <w:rsid w:val="00483F80"/>
    <w:rsid w:val="0048502E"/>
    <w:rsid w:val="004915C9"/>
    <w:rsid w:val="0049574A"/>
    <w:rsid w:val="004976B2"/>
    <w:rsid w:val="004A068D"/>
    <w:rsid w:val="004A1E07"/>
    <w:rsid w:val="004A215A"/>
    <w:rsid w:val="004A2565"/>
    <w:rsid w:val="004A2DC7"/>
    <w:rsid w:val="004A3597"/>
    <w:rsid w:val="004A5952"/>
    <w:rsid w:val="004B40BC"/>
    <w:rsid w:val="004C16FC"/>
    <w:rsid w:val="004C295E"/>
    <w:rsid w:val="004C6DB3"/>
    <w:rsid w:val="004E1D04"/>
    <w:rsid w:val="004E4B47"/>
    <w:rsid w:val="005058BD"/>
    <w:rsid w:val="005111BD"/>
    <w:rsid w:val="00517504"/>
    <w:rsid w:val="0052191E"/>
    <w:rsid w:val="005220BC"/>
    <w:rsid w:val="005307B0"/>
    <w:rsid w:val="00537750"/>
    <w:rsid w:val="00541F44"/>
    <w:rsid w:val="005520E5"/>
    <w:rsid w:val="0055321A"/>
    <w:rsid w:val="00562B55"/>
    <w:rsid w:val="00562BA8"/>
    <w:rsid w:val="00571BA8"/>
    <w:rsid w:val="00572818"/>
    <w:rsid w:val="00580384"/>
    <w:rsid w:val="005818A9"/>
    <w:rsid w:val="00584C76"/>
    <w:rsid w:val="00592F30"/>
    <w:rsid w:val="0059538D"/>
    <w:rsid w:val="005A1C55"/>
    <w:rsid w:val="005A543E"/>
    <w:rsid w:val="005C09D1"/>
    <w:rsid w:val="005C0A6B"/>
    <w:rsid w:val="005C1A4A"/>
    <w:rsid w:val="005C31E6"/>
    <w:rsid w:val="005D4236"/>
    <w:rsid w:val="005E104E"/>
    <w:rsid w:val="005E3135"/>
    <w:rsid w:val="005E3592"/>
    <w:rsid w:val="00610C22"/>
    <w:rsid w:val="00613767"/>
    <w:rsid w:val="00614628"/>
    <w:rsid w:val="00614F9C"/>
    <w:rsid w:val="006164D6"/>
    <w:rsid w:val="00623D06"/>
    <w:rsid w:val="0063796B"/>
    <w:rsid w:val="00640666"/>
    <w:rsid w:val="0064084A"/>
    <w:rsid w:val="00641FCF"/>
    <w:rsid w:val="00642007"/>
    <w:rsid w:val="006457AE"/>
    <w:rsid w:val="006559BA"/>
    <w:rsid w:val="00662458"/>
    <w:rsid w:val="0066682C"/>
    <w:rsid w:val="00671106"/>
    <w:rsid w:val="00673CAB"/>
    <w:rsid w:val="00676899"/>
    <w:rsid w:val="00681F51"/>
    <w:rsid w:val="0069468D"/>
    <w:rsid w:val="0069529F"/>
    <w:rsid w:val="00697F8D"/>
    <w:rsid w:val="006B0BC7"/>
    <w:rsid w:val="006C2B91"/>
    <w:rsid w:val="006D71EB"/>
    <w:rsid w:val="006D7F9F"/>
    <w:rsid w:val="006E611C"/>
    <w:rsid w:val="006E735D"/>
    <w:rsid w:val="006F1511"/>
    <w:rsid w:val="006F2099"/>
    <w:rsid w:val="006F6B2B"/>
    <w:rsid w:val="00703F96"/>
    <w:rsid w:val="00704842"/>
    <w:rsid w:val="00707D94"/>
    <w:rsid w:val="00712AF5"/>
    <w:rsid w:val="0072660E"/>
    <w:rsid w:val="00732718"/>
    <w:rsid w:val="007370C0"/>
    <w:rsid w:val="00737FDF"/>
    <w:rsid w:val="00741853"/>
    <w:rsid w:val="00756434"/>
    <w:rsid w:val="0076608A"/>
    <w:rsid w:val="007774CD"/>
    <w:rsid w:val="00780028"/>
    <w:rsid w:val="00782B90"/>
    <w:rsid w:val="007832A7"/>
    <w:rsid w:val="00792D4B"/>
    <w:rsid w:val="007943F8"/>
    <w:rsid w:val="007954E6"/>
    <w:rsid w:val="007A177E"/>
    <w:rsid w:val="007A5E13"/>
    <w:rsid w:val="007A6A54"/>
    <w:rsid w:val="007B2AA8"/>
    <w:rsid w:val="007B3BFA"/>
    <w:rsid w:val="007B4DA7"/>
    <w:rsid w:val="007B7287"/>
    <w:rsid w:val="007D1254"/>
    <w:rsid w:val="007D7596"/>
    <w:rsid w:val="007E25BC"/>
    <w:rsid w:val="007F05D8"/>
    <w:rsid w:val="007F2445"/>
    <w:rsid w:val="007F2D06"/>
    <w:rsid w:val="007F4540"/>
    <w:rsid w:val="00801C7B"/>
    <w:rsid w:val="00805413"/>
    <w:rsid w:val="008120E6"/>
    <w:rsid w:val="00815F61"/>
    <w:rsid w:val="00817D2A"/>
    <w:rsid w:val="0082050E"/>
    <w:rsid w:val="00824901"/>
    <w:rsid w:val="00827A3B"/>
    <w:rsid w:val="008318A2"/>
    <w:rsid w:val="008406AA"/>
    <w:rsid w:val="00844EBD"/>
    <w:rsid w:val="00846961"/>
    <w:rsid w:val="008516C9"/>
    <w:rsid w:val="00855FA1"/>
    <w:rsid w:val="008561B4"/>
    <w:rsid w:val="00861320"/>
    <w:rsid w:val="00861C73"/>
    <w:rsid w:val="00865F1A"/>
    <w:rsid w:val="008801F1"/>
    <w:rsid w:val="00880FBB"/>
    <w:rsid w:val="00882C28"/>
    <w:rsid w:val="00885E23"/>
    <w:rsid w:val="00893284"/>
    <w:rsid w:val="008A2DC5"/>
    <w:rsid w:val="008A32C8"/>
    <w:rsid w:val="008A72BE"/>
    <w:rsid w:val="008B4F56"/>
    <w:rsid w:val="008C0610"/>
    <w:rsid w:val="008E1369"/>
    <w:rsid w:val="008E664E"/>
    <w:rsid w:val="008F0802"/>
    <w:rsid w:val="00915F17"/>
    <w:rsid w:val="00922572"/>
    <w:rsid w:val="00931229"/>
    <w:rsid w:val="00934943"/>
    <w:rsid w:val="0093753F"/>
    <w:rsid w:val="009422CE"/>
    <w:rsid w:val="00942C45"/>
    <w:rsid w:val="00944495"/>
    <w:rsid w:val="009448E3"/>
    <w:rsid w:val="00947DAE"/>
    <w:rsid w:val="009543B8"/>
    <w:rsid w:val="00956AFC"/>
    <w:rsid w:val="009666F2"/>
    <w:rsid w:val="00981C32"/>
    <w:rsid w:val="00981F5E"/>
    <w:rsid w:val="009903C3"/>
    <w:rsid w:val="00991085"/>
    <w:rsid w:val="00993B6D"/>
    <w:rsid w:val="00993F96"/>
    <w:rsid w:val="0099437B"/>
    <w:rsid w:val="009A17AD"/>
    <w:rsid w:val="009B60EA"/>
    <w:rsid w:val="009B7253"/>
    <w:rsid w:val="009C60F6"/>
    <w:rsid w:val="009D23B8"/>
    <w:rsid w:val="009D24E2"/>
    <w:rsid w:val="009E2896"/>
    <w:rsid w:val="009E48B6"/>
    <w:rsid w:val="009F24B0"/>
    <w:rsid w:val="009F52D7"/>
    <w:rsid w:val="00A01EB3"/>
    <w:rsid w:val="00A039FF"/>
    <w:rsid w:val="00A11AC9"/>
    <w:rsid w:val="00A15B46"/>
    <w:rsid w:val="00A15FE3"/>
    <w:rsid w:val="00A32366"/>
    <w:rsid w:val="00A3252A"/>
    <w:rsid w:val="00A42884"/>
    <w:rsid w:val="00A428C4"/>
    <w:rsid w:val="00A44841"/>
    <w:rsid w:val="00A52322"/>
    <w:rsid w:val="00A56C5E"/>
    <w:rsid w:val="00A570F1"/>
    <w:rsid w:val="00A614EB"/>
    <w:rsid w:val="00A76966"/>
    <w:rsid w:val="00A81BD8"/>
    <w:rsid w:val="00A96250"/>
    <w:rsid w:val="00AA0AFD"/>
    <w:rsid w:val="00AA2E2F"/>
    <w:rsid w:val="00AB7634"/>
    <w:rsid w:val="00AD315C"/>
    <w:rsid w:val="00AD409C"/>
    <w:rsid w:val="00AD44D4"/>
    <w:rsid w:val="00AD6E0D"/>
    <w:rsid w:val="00AE6B4F"/>
    <w:rsid w:val="00AF120F"/>
    <w:rsid w:val="00AF17B0"/>
    <w:rsid w:val="00B00725"/>
    <w:rsid w:val="00B069D3"/>
    <w:rsid w:val="00B24F15"/>
    <w:rsid w:val="00B3682E"/>
    <w:rsid w:val="00B42C82"/>
    <w:rsid w:val="00B44959"/>
    <w:rsid w:val="00B5316D"/>
    <w:rsid w:val="00B565EB"/>
    <w:rsid w:val="00B56C64"/>
    <w:rsid w:val="00B6501F"/>
    <w:rsid w:val="00B805AB"/>
    <w:rsid w:val="00B81E2F"/>
    <w:rsid w:val="00B82832"/>
    <w:rsid w:val="00B83D5E"/>
    <w:rsid w:val="00B854A9"/>
    <w:rsid w:val="00B87CF4"/>
    <w:rsid w:val="00BA289A"/>
    <w:rsid w:val="00BB0746"/>
    <w:rsid w:val="00BB3AD4"/>
    <w:rsid w:val="00BB7CDF"/>
    <w:rsid w:val="00BC0E83"/>
    <w:rsid w:val="00BC7C86"/>
    <w:rsid w:val="00BE1103"/>
    <w:rsid w:val="00BE16FF"/>
    <w:rsid w:val="00BE4A9C"/>
    <w:rsid w:val="00BF0373"/>
    <w:rsid w:val="00BF1DCE"/>
    <w:rsid w:val="00BF3027"/>
    <w:rsid w:val="00BF481F"/>
    <w:rsid w:val="00C117F7"/>
    <w:rsid w:val="00C16617"/>
    <w:rsid w:val="00C2119A"/>
    <w:rsid w:val="00C538F5"/>
    <w:rsid w:val="00C54200"/>
    <w:rsid w:val="00C645A1"/>
    <w:rsid w:val="00C654A7"/>
    <w:rsid w:val="00C66F60"/>
    <w:rsid w:val="00C72C12"/>
    <w:rsid w:val="00C83BCC"/>
    <w:rsid w:val="00C93B54"/>
    <w:rsid w:val="00C96760"/>
    <w:rsid w:val="00CA17BE"/>
    <w:rsid w:val="00CA249D"/>
    <w:rsid w:val="00CA79B0"/>
    <w:rsid w:val="00CB07A3"/>
    <w:rsid w:val="00CC2DD2"/>
    <w:rsid w:val="00CD7528"/>
    <w:rsid w:val="00CD7ADC"/>
    <w:rsid w:val="00CE0A81"/>
    <w:rsid w:val="00CE0B77"/>
    <w:rsid w:val="00CE4B28"/>
    <w:rsid w:val="00CE781F"/>
    <w:rsid w:val="00CF6CBF"/>
    <w:rsid w:val="00D041E4"/>
    <w:rsid w:val="00D04ABA"/>
    <w:rsid w:val="00D13A18"/>
    <w:rsid w:val="00D13BEE"/>
    <w:rsid w:val="00D141A6"/>
    <w:rsid w:val="00D2515D"/>
    <w:rsid w:val="00D324D5"/>
    <w:rsid w:val="00D40632"/>
    <w:rsid w:val="00D415F1"/>
    <w:rsid w:val="00D44584"/>
    <w:rsid w:val="00D677A1"/>
    <w:rsid w:val="00D81ED3"/>
    <w:rsid w:val="00D9765F"/>
    <w:rsid w:val="00DA5589"/>
    <w:rsid w:val="00DB2600"/>
    <w:rsid w:val="00DC2361"/>
    <w:rsid w:val="00DC7CBC"/>
    <w:rsid w:val="00DD4297"/>
    <w:rsid w:val="00DD628B"/>
    <w:rsid w:val="00DE5E21"/>
    <w:rsid w:val="00DF3F47"/>
    <w:rsid w:val="00E073C5"/>
    <w:rsid w:val="00E170AD"/>
    <w:rsid w:val="00E22C71"/>
    <w:rsid w:val="00E268E0"/>
    <w:rsid w:val="00E437FF"/>
    <w:rsid w:val="00E529DE"/>
    <w:rsid w:val="00E54B87"/>
    <w:rsid w:val="00E8058D"/>
    <w:rsid w:val="00E83D12"/>
    <w:rsid w:val="00E876C7"/>
    <w:rsid w:val="00E9500E"/>
    <w:rsid w:val="00EB61D1"/>
    <w:rsid w:val="00EE175A"/>
    <w:rsid w:val="00EE3EB3"/>
    <w:rsid w:val="00EE6AFA"/>
    <w:rsid w:val="00EE6F17"/>
    <w:rsid w:val="00EF0F6A"/>
    <w:rsid w:val="00EF1DAB"/>
    <w:rsid w:val="00F05B85"/>
    <w:rsid w:val="00F25B41"/>
    <w:rsid w:val="00F35CD4"/>
    <w:rsid w:val="00F36BCA"/>
    <w:rsid w:val="00F36D44"/>
    <w:rsid w:val="00F577AB"/>
    <w:rsid w:val="00F61DDD"/>
    <w:rsid w:val="00F70347"/>
    <w:rsid w:val="00F76465"/>
    <w:rsid w:val="00F7680C"/>
    <w:rsid w:val="00F84B7D"/>
    <w:rsid w:val="00F960BC"/>
    <w:rsid w:val="00FB309A"/>
    <w:rsid w:val="00FC31E2"/>
    <w:rsid w:val="00FD2990"/>
    <w:rsid w:val="00FE39E7"/>
    <w:rsid w:val="00FF0E08"/>
    <w:rsid w:val="00FF10E9"/>
    <w:rsid w:val="00FF4C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95053060-3EE4-4A73-9B0F-6D2A459163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1C7B"/>
    <w:rPr>
      <w:rFonts w:ascii="Arial" w:hAnsi="Arial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dopisu">
    <w:name w:val="Text dopisu"/>
    <w:basedOn w:val="Normln"/>
    <w:rsid w:val="00801C7B"/>
    <w:pPr>
      <w:jc w:val="both"/>
    </w:pPr>
    <w:rPr>
      <w:rFonts w:cs="Arial"/>
      <w:szCs w:val="20"/>
    </w:rPr>
  </w:style>
  <w:style w:type="paragraph" w:styleId="Zhlav">
    <w:name w:val="header"/>
    <w:basedOn w:val="Normln"/>
    <w:link w:val="ZhlavChar"/>
    <w:uiPriority w:val="99"/>
    <w:rsid w:val="00381672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rsid w:val="00381672"/>
    <w:rPr>
      <w:rFonts w:ascii="Arial" w:hAnsi="Arial"/>
      <w:szCs w:val="24"/>
    </w:rPr>
  </w:style>
  <w:style w:type="paragraph" w:styleId="Zpat">
    <w:name w:val="footer"/>
    <w:basedOn w:val="Normln"/>
    <w:link w:val="ZpatChar"/>
    <w:rsid w:val="00381672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rsid w:val="00381672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rsid w:val="003B5191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3B519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2383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8F922296</Template>
  <TotalTime>13</TotalTime>
  <Pages>1</Pages>
  <Words>136</Words>
  <Characters>661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Příloha č</vt:lpstr>
    </vt:vector>
  </TitlesOfParts>
  <Company>Město Uherský Brod</Company>
  <LinksUpToDate>false</LinksUpToDate>
  <CharactersWithSpaces>796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Příloha č</dc:title>
  <dc:creator>j_dubsk</dc:creator>
  <cp:lastModifiedBy>Hečová Petra, Ing.</cp:lastModifiedBy>
  <cp:revision>6</cp:revision>
  <cp:lastPrinted>2024-02-16T07:22:00Z</cp:lastPrinted>
  <dcterms:created xsi:type="dcterms:W3CDTF">2024-02-12T08:47:00Z</dcterms:created>
  <dcterms:modified xsi:type="dcterms:W3CDTF">2025-01-27T07:19:00Z</dcterms:modified>
</cp:coreProperties>
</file>